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1401D95"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2E53CDDE" w14:textId="77777777" w:rsidR="00B67D39" w:rsidRDefault="00B67D39" w:rsidP="00991973">
            <w:pPr>
              <w:spacing w:before="120" w:after="120"/>
              <w:contextualSpacing/>
              <w:jc w:val="center"/>
              <w:rPr>
                <w:rFonts w:asciiTheme="minorHAnsi" w:hAnsiTheme="minorHAnsi" w:cstheme="minorHAnsi"/>
              </w:rPr>
            </w:pPr>
            <w:r w:rsidRPr="006B56FD">
              <w:rPr>
                <w:rFonts w:asciiTheme="minorHAnsi" w:hAnsiTheme="minorHAnsi" w:cstheme="minorHAnsi"/>
                <w:b/>
              </w:rPr>
              <w:t xml:space="preserve">PGE Dystrybucja S.A. Oddział </w:t>
            </w:r>
            <w:r w:rsidR="00991973">
              <w:rPr>
                <w:rFonts w:asciiTheme="minorHAnsi" w:hAnsiTheme="minorHAnsi" w:cstheme="minorHAnsi"/>
              </w:rPr>
              <w:t>Łódź</w:t>
            </w:r>
          </w:p>
          <w:p w14:paraId="2D7C772E" w14:textId="77777777" w:rsidR="00991973" w:rsidRPr="00991973"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ul. Tuwima 58</w:t>
            </w:r>
          </w:p>
          <w:p w14:paraId="3F4CA6ED" w14:textId="1AF4EFF6" w:rsidR="00991973" w:rsidRPr="006B56FD"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4BCE475C"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665F26">
        <w:rPr>
          <w:rFonts w:cstheme="minorHAnsi"/>
          <w:szCs w:val="18"/>
          <w:lang w:eastAsia="pl-PL"/>
        </w:rPr>
        <w:t>POST/DYS/OLD/GZ/0</w:t>
      </w:r>
      <w:r w:rsidR="00FB59BE">
        <w:rPr>
          <w:rFonts w:cstheme="minorHAnsi"/>
          <w:szCs w:val="18"/>
          <w:lang w:eastAsia="pl-PL"/>
        </w:rPr>
        <w:t>4238</w:t>
      </w:r>
      <w:r w:rsidR="00991973" w:rsidRPr="00991973">
        <w:rPr>
          <w:rFonts w:cstheme="minorHAnsi"/>
          <w:szCs w:val="18"/>
          <w:lang w:eastAsia="pl-PL"/>
        </w:rPr>
        <w:t>/2025</w:t>
      </w:r>
      <w:r w:rsidRPr="00B67D39">
        <w:rPr>
          <w:rFonts w:cstheme="minorHAnsi"/>
          <w:szCs w:val="18"/>
          <w:lang w:eastAsia="pl-PL"/>
        </w:rPr>
        <w:t xml:space="preserve"> prowadzonego w trybie przetargu nieograniczonego pn.  </w:t>
      </w:r>
      <w:r w:rsidR="00FB59BE" w:rsidRPr="00FB59BE">
        <w:rPr>
          <w:rFonts w:cstheme="minorHAnsi"/>
          <w:szCs w:val="18"/>
          <w:lang w:eastAsia="pl-PL"/>
        </w:rPr>
        <w:t>Sukcesywne wykonywanie prac projektowych i robot budowlanych polegających na wykonywaniu przyłączy lub linii niskiego napięcia dla celów przyłączenia nowych odbiorców na terenie PGE Dystrybucja S.A. Oddział Łódź na obszarze działania Rejonu Energetycznego Tomaszów Maz. w obrębie gmin: Poświętne, Białaczów, Żarnów, Sulejów, Końskie</w:t>
      </w:r>
      <w:r w:rsidR="00991973" w:rsidRPr="00991973">
        <w:rPr>
          <w:rFonts w:cstheme="minorHAnsi"/>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6C90FA9B" w14:textId="77777777" w:rsidR="00FB59BE" w:rsidRPr="00FB59BE" w:rsidRDefault="00FB59BE" w:rsidP="00FB59BE">
      <w:pPr>
        <w:pStyle w:val="Akapitzlist"/>
        <w:spacing w:before="100" w:beforeAutospacing="1" w:after="100" w:afterAutospacing="1"/>
        <w:ind w:left="426"/>
        <w:rPr>
          <w:rFonts w:cstheme="minorHAnsi"/>
          <w:b/>
          <w:szCs w:val="18"/>
        </w:rPr>
      </w:pPr>
      <w:r w:rsidRPr="00FB59BE">
        <w:rPr>
          <w:rFonts w:cstheme="minorHAnsi"/>
          <w:b/>
          <w:szCs w:val="18"/>
        </w:rPr>
        <w:t xml:space="preserve">cena ważona oferty netto..................................... zł </w:t>
      </w:r>
    </w:p>
    <w:p w14:paraId="10EB0DB7" w14:textId="77777777" w:rsidR="00FB59BE" w:rsidRPr="00FB59BE" w:rsidRDefault="00FB59BE" w:rsidP="00FB59BE">
      <w:pPr>
        <w:pStyle w:val="Akapitzlist"/>
        <w:spacing w:before="100" w:beforeAutospacing="1" w:after="100" w:afterAutospacing="1"/>
        <w:ind w:left="426"/>
        <w:rPr>
          <w:rFonts w:cstheme="minorHAnsi"/>
          <w:b/>
          <w:szCs w:val="18"/>
        </w:rPr>
      </w:pPr>
      <w:r w:rsidRPr="00FB59BE">
        <w:rPr>
          <w:rFonts w:cstheme="minorHAnsi"/>
          <w:b/>
          <w:szCs w:val="18"/>
        </w:rPr>
        <w:t xml:space="preserve">(słownie złotych: ............................................................................), </w:t>
      </w:r>
    </w:p>
    <w:p w14:paraId="2479CD45" w14:textId="77777777" w:rsidR="00FB59BE" w:rsidRPr="00FB59BE" w:rsidRDefault="00FB59BE" w:rsidP="00FB59BE">
      <w:pPr>
        <w:pStyle w:val="Akapitzlist"/>
        <w:spacing w:before="100" w:beforeAutospacing="1" w:after="100" w:afterAutospacing="1"/>
        <w:ind w:left="426"/>
        <w:rPr>
          <w:rFonts w:cstheme="minorHAnsi"/>
          <w:b/>
          <w:szCs w:val="18"/>
        </w:rPr>
      </w:pPr>
      <w:r w:rsidRPr="00FB59BE">
        <w:rPr>
          <w:rFonts w:cstheme="minorHAnsi"/>
          <w:b/>
          <w:szCs w:val="18"/>
        </w:rPr>
        <w:t>podatek VAT według stawki: 23 %</w:t>
      </w:r>
    </w:p>
    <w:p w14:paraId="6FC494D9" w14:textId="77777777" w:rsidR="00FB59BE" w:rsidRPr="00FB59BE" w:rsidRDefault="00FB59BE" w:rsidP="00FB59BE">
      <w:pPr>
        <w:pStyle w:val="Akapitzlist"/>
        <w:spacing w:before="100" w:beforeAutospacing="1" w:after="100" w:afterAutospacing="1"/>
        <w:ind w:left="426"/>
        <w:rPr>
          <w:rFonts w:cstheme="minorHAnsi"/>
          <w:b/>
          <w:szCs w:val="18"/>
        </w:rPr>
      </w:pPr>
      <w:r w:rsidRPr="00FB59BE">
        <w:rPr>
          <w:rFonts w:cstheme="minorHAnsi"/>
          <w:b/>
          <w:szCs w:val="18"/>
        </w:rPr>
        <w:t xml:space="preserve">cena ważona oferty brutto..................................... zł </w:t>
      </w:r>
    </w:p>
    <w:p w14:paraId="638F3F4B" w14:textId="77777777" w:rsidR="00FB59BE" w:rsidRPr="00FB59BE" w:rsidRDefault="00FB59BE" w:rsidP="00FB59BE">
      <w:pPr>
        <w:pStyle w:val="Akapitzlist"/>
        <w:spacing w:before="100" w:beforeAutospacing="1" w:after="100" w:afterAutospacing="1"/>
        <w:ind w:left="426"/>
        <w:rPr>
          <w:rFonts w:cstheme="minorHAnsi"/>
          <w:b/>
          <w:szCs w:val="18"/>
        </w:rPr>
      </w:pPr>
      <w:r w:rsidRPr="00FB59BE">
        <w:rPr>
          <w:rFonts w:cstheme="minorHAnsi"/>
          <w:b/>
          <w:szCs w:val="18"/>
        </w:rPr>
        <w:t xml:space="preserve">(słownie złotych:  ......................................................................) </w:t>
      </w:r>
    </w:p>
    <w:p w14:paraId="097C00D5" w14:textId="77777777" w:rsidR="00FB59BE" w:rsidRPr="00FB59BE" w:rsidRDefault="00FB59BE" w:rsidP="00FB59BE">
      <w:pPr>
        <w:pStyle w:val="Akapitzlist"/>
        <w:spacing w:before="100" w:beforeAutospacing="1" w:after="100" w:afterAutospacing="1"/>
        <w:ind w:left="426"/>
        <w:rPr>
          <w:rFonts w:cstheme="minorHAnsi"/>
          <w:b/>
          <w:szCs w:val="18"/>
        </w:rPr>
      </w:pPr>
      <w:r w:rsidRPr="00FB59BE">
        <w:rPr>
          <w:rFonts w:cstheme="minorHAnsi"/>
          <w:b/>
          <w:szCs w:val="18"/>
        </w:rPr>
        <w:t>Uwaga!</w:t>
      </w:r>
    </w:p>
    <w:p w14:paraId="7538A406" w14:textId="77777777" w:rsidR="00FB59BE" w:rsidRPr="00FB59BE" w:rsidRDefault="00FB59BE" w:rsidP="00FB59BE">
      <w:pPr>
        <w:pStyle w:val="Akapitzlist"/>
        <w:spacing w:before="100" w:beforeAutospacing="1" w:after="100" w:afterAutospacing="1"/>
        <w:ind w:left="426"/>
        <w:rPr>
          <w:rFonts w:cstheme="minorHAnsi"/>
          <w:b/>
          <w:szCs w:val="18"/>
        </w:rPr>
      </w:pPr>
      <w:r w:rsidRPr="00FB59BE">
        <w:rPr>
          <w:rFonts w:cstheme="minorHAnsi"/>
          <w:b/>
          <w:szCs w:val="18"/>
        </w:rPr>
        <w:t>Cena ważona oferty netto to przeniesiona z Załącznika nr 3.1. do SWZ cena obliczona z uwzględnieniem wag (poz. 90 tego Załącznika).</w:t>
      </w:r>
    </w:p>
    <w:p w14:paraId="619DE491" w14:textId="18F9604F" w:rsidR="00B40303" w:rsidRPr="00B40303" w:rsidRDefault="00FB59BE" w:rsidP="00FB59BE">
      <w:pPr>
        <w:pStyle w:val="Akapitzlist"/>
        <w:spacing w:before="100" w:beforeAutospacing="1" w:after="100" w:afterAutospacing="1"/>
        <w:ind w:left="426"/>
        <w:rPr>
          <w:rFonts w:cstheme="minorHAnsi"/>
          <w:b/>
          <w:szCs w:val="18"/>
        </w:rPr>
      </w:pPr>
      <w:r w:rsidRPr="00FB59BE">
        <w:rPr>
          <w:rFonts w:cstheme="minorHAnsi"/>
          <w:b/>
          <w:szCs w:val="18"/>
        </w:rPr>
        <w:t>Wykonawca składając ofertę w systemie SWPP2 w pozycji „cena netto” wpisuje cenę ważoną oferty netto wskazana w Załącznikach 3 i 3.1. do SWZ.</w:t>
      </w:r>
    </w:p>
    <w:p w14:paraId="10F0BE4D" w14:textId="43281980" w:rsidR="00381365" w:rsidRPr="00B67D39" w:rsidRDefault="00381365" w:rsidP="00381365">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75F54F45"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239AD59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AD0048"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AD0048"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7971B95C" w14:textId="1B029CF6" w:rsidR="00B67D39" w:rsidRPr="00B67D39" w:rsidRDefault="00B67D39" w:rsidP="00B40303">
      <w:pPr>
        <w:spacing w:line="240" w:lineRule="exact"/>
        <w:jc w:val="both"/>
        <w:rPr>
          <w:rFonts w:cstheme="minorHAnsi"/>
          <w:iCs/>
          <w:szCs w:val="18"/>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11558A3C" w:rsidR="00B67D39" w:rsidRPr="00B40303" w:rsidRDefault="00B67D39" w:rsidP="00B40303">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6B57159A" w:rsidR="00B67D39" w:rsidRPr="00B67D39" w:rsidRDefault="00B40303"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54FF1BF" w:rsidR="00B67D39" w:rsidRPr="00B67D39" w:rsidRDefault="00B40303"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AD0048"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AD0048"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5A3E3FB1"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211E4624" w14:textId="01EAE772" w:rsidR="009E7FAA" w:rsidRDefault="009E7FAA" w:rsidP="00B67D39">
      <w:pPr>
        <w:pStyle w:val="Akapitzlist"/>
        <w:numPr>
          <w:ilvl w:val="3"/>
          <w:numId w:val="30"/>
        </w:numPr>
        <w:spacing w:before="120" w:after="0"/>
        <w:ind w:left="426" w:hanging="426"/>
        <w:jc w:val="both"/>
        <w:rPr>
          <w:rFonts w:cstheme="minorHAnsi"/>
          <w:szCs w:val="18"/>
          <w:lang w:eastAsia="pl-PL"/>
        </w:rPr>
      </w:pPr>
      <w:r w:rsidRPr="009E7FAA">
        <w:rPr>
          <w:rFonts w:cstheme="minorHAnsi"/>
          <w:szCs w:val="18"/>
          <w:lang w:eastAsia="pl-PL"/>
        </w:rPr>
        <w:t xml:space="preserve">Wadium w kwocie </w:t>
      </w:r>
      <w:r w:rsidR="00AD0048">
        <w:rPr>
          <w:rFonts w:cstheme="minorHAnsi"/>
          <w:szCs w:val="18"/>
          <w:lang w:eastAsia="pl-PL"/>
        </w:rPr>
        <w:t xml:space="preserve">5 000,00zł </w:t>
      </w:r>
      <w:r w:rsidRPr="009E7FAA">
        <w:rPr>
          <w:rFonts w:cstheme="minorHAnsi"/>
          <w:szCs w:val="18"/>
          <w:lang w:eastAsia="pl-PL"/>
        </w:rPr>
        <w:t>zostało wniesione w postaci …………………………………………………</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44BFAAC" w:rsidR="00347E8D" w:rsidRDefault="00347E8D">
        <w:pPr>
          <w:pStyle w:val="Stopka"/>
          <w:jc w:val="right"/>
        </w:pPr>
        <w:r>
          <w:fldChar w:fldCharType="begin"/>
        </w:r>
        <w:r>
          <w:instrText>PAGE   \* MERGEFORMAT</w:instrText>
        </w:r>
        <w:r>
          <w:fldChar w:fldCharType="separate"/>
        </w:r>
        <w:r w:rsidR="006A2997">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205B493" w14:textId="3C73ADC0" w:rsidR="00347E8D" w:rsidRPr="006B2C28" w:rsidRDefault="006A2997"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FB59BE">
            <w:rPr>
              <w:rFonts w:asciiTheme="majorHAnsi" w:hAnsiTheme="majorHAnsi"/>
              <w:color w:val="000000" w:themeColor="text1"/>
              <w:sz w:val="14"/>
              <w:szCs w:val="18"/>
            </w:rPr>
            <w:t>4238</w:t>
          </w:r>
          <w:r w:rsidR="00991973" w:rsidRPr="00991973">
            <w:rPr>
              <w:rFonts w:asciiTheme="majorHAnsi" w:hAnsiTheme="majorHAnsi"/>
              <w:color w:val="000000" w:themeColor="text1"/>
              <w:sz w:val="14"/>
              <w:szCs w:val="18"/>
            </w:rPr>
            <w:t>/2025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823E6F"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25823E6F"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666785520">
    <w:abstractNumId w:val="18"/>
  </w:num>
  <w:num w:numId="2" w16cid:durableId="926302767">
    <w:abstractNumId w:val="7"/>
  </w:num>
  <w:num w:numId="3" w16cid:durableId="1106925544">
    <w:abstractNumId w:val="13"/>
  </w:num>
  <w:num w:numId="4" w16cid:durableId="987705291">
    <w:abstractNumId w:val="20"/>
  </w:num>
  <w:num w:numId="5" w16cid:durableId="919367116">
    <w:abstractNumId w:val="18"/>
  </w:num>
  <w:num w:numId="6" w16cid:durableId="1146122448">
    <w:abstractNumId w:val="18"/>
  </w:num>
  <w:num w:numId="7" w16cid:durableId="2108771282">
    <w:abstractNumId w:val="3"/>
  </w:num>
  <w:num w:numId="8" w16cid:durableId="485165620">
    <w:abstractNumId w:val="27"/>
  </w:num>
  <w:num w:numId="9" w16cid:durableId="1823883753">
    <w:abstractNumId w:val="17"/>
  </w:num>
  <w:num w:numId="10" w16cid:durableId="1292517988">
    <w:abstractNumId w:val="4"/>
  </w:num>
  <w:num w:numId="11" w16cid:durableId="588738440">
    <w:abstractNumId w:val="14"/>
  </w:num>
  <w:num w:numId="12" w16cid:durableId="1309245256">
    <w:abstractNumId w:val="12"/>
  </w:num>
  <w:num w:numId="13" w16cid:durableId="1724255805">
    <w:abstractNumId w:val="26"/>
  </w:num>
  <w:num w:numId="14" w16cid:durableId="1972713368">
    <w:abstractNumId w:val="22"/>
  </w:num>
  <w:num w:numId="15" w16cid:durableId="1548951723">
    <w:abstractNumId w:val="16"/>
  </w:num>
  <w:num w:numId="16" w16cid:durableId="596212495">
    <w:abstractNumId w:val="9"/>
  </w:num>
  <w:num w:numId="17" w16cid:durableId="1534686863">
    <w:abstractNumId w:val="5"/>
  </w:num>
  <w:num w:numId="18" w16cid:durableId="3438255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31489857">
    <w:abstractNumId w:val="0"/>
  </w:num>
  <w:num w:numId="20" w16cid:durableId="502358054">
    <w:abstractNumId w:val="28"/>
  </w:num>
  <w:num w:numId="21" w16cid:durableId="712769784">
    <w:abstractNumId w:val="1"/>
  </w:num>
  <w:num w:numId="22" w16cid:durableId="1933007069">
    <w:abstractNumId w:val="15"/>
  </w:num>
  <w:num w:numId="23" w16cid:durableId="134879170">
    <w:abstractNumId w:val="10"/>
  </w:num>
  <w:num w:numId="24" w16cid:durableId="1085226163">
    <w:abstractNumId w:val="21"/>
  </w:num>
  <w:num w:numId="25" w16cid:durableId="214514241">
    <w:abstractNumId w:val="25"/>
  </w:num>
  <w:num w:numId="26" w16cid:durableId="1804225563">
    <w:abstractNumId w:val="2"/>
  </w:num>
  <w:num w:numId="27" w16cid:durableId="650719770">
    <w:abstractNumId w:val="24"/>
  </w:num>
  <w:num w:numId="28" w16cid:durableId="1558589962">
    <w:abstractNumId w:val="23"/>
  </w:num>
  <w:num w:numId="29" w16cid:durableId="18691048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14111292">
    <w:abstractNumId w:val="19"/>
  </w:num>
  <w:num w:numId="31" w16cid:durableId="50020128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C9B"/>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65F26"/>
    <w:rsid w:val="00670CE4"/>
    <w:rsid w:val="0067116D"/>
    <w:rsid w:val="0067572D"/>
    <w:rsid w:val="006775EE"/>
    <w:rsid w:val="00680F7C"/>
    <w:rsid w:val="00696995"/>
    <w:rsid w:val="006A0331"/>
    <w:rsid w:val="006A2997"/>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77C09"/>
    <w:rsid w:val="007844EB"/>
    <w:rsid w:val="00784DC3"/>
    <w:rsid w:val="00787D9C"/>
    <w:rsid w:val="00794EFB"/>
    <w:rsid w:val="007A1B94"/>
    <w:rsid w:val="007B094C"/>
    <w:rsid w:val="007B0FF0"/>
    <w:rsid w:val="007B50D8"/>
    <w:rsid w:val="007C6687"/>
    <w:rsid w:val="007C67FA"/>
    <w:rsid w:val="007D0675"/>
    <w:rsid w:val="007D1209"/>
    <w:rsid w:val="007F465E"/>
    <w:rsid w:val="00807D09"/>
    <w:rsid w:val="00812E3F"/>
    <w:rsid w:val="008130D5"/>
    <w:rsid w:val="0081735D"/>
    <w:rsid w:val="008217CE"/>
    <w:rsid w:val="00827A7E"/>
    <w:rsid w:val="00831596"/>
    <w:rsid w:val="00842578"/>
    <w:rsid w:val="00847B49"/>
    <w:rsid w:val="00852695"/>
    <w:rsid w:val="008548B7"/>
    <w:rsid w:val="00857549"/>
    <w:rsid w:val="008707CC"/>
    <w:rsid w:val="0088193C"/>
    <w:rsid w:val="00884D47"/>
    <w:rsid w:val="008A7413"/>
    <w:rsid w:val="008B6316"/>
    <w:rsid w:val="008C619A"/>
    <w:rsid w:val="008C74CA"/>
    <w:rsid w:val="008C75AB"/>
    <w:rsid w:val="008D6A33"/>
    <w:rsid w:val="008D6FD3"/>
    <w:rsid w:val="008E2EA9"/>
    <w:rsid w:val="008E41A4"/>
    <w:rsid w:val="008E4838"/>
    <w:rsid w:val="008F17DA"/>
    <w:rsid w:val="008F1FB0"/>
    <w:rsid w:val="009036D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19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9E7FAA"/>
    <w:rsid w:val="00A02C84"/>
    <w:rsid w:val="00A148D6"/>
    <w:rsid w:val="00A1710D"/>
    <w:rsid w:val="00A21DAA"/>
    <w:rsid w:val="00A370AB"/>
    <w:rsid w:val="00A43299"/>
    <w:rsid w:val="00A467CA"/>
    <w:rsid w:val="00A57E04"/>
    <w:rsid w:val="00A6049B"/>
    <w:rsid w:val="00A62B4C"/>
    <w:rsid w:val="00A730B9"/>
    <w:rsid w:val="00A759DD"/>
    <w:rsid w:val="00A7626A"/>
    <w:rsid w:val="00A809BD"/>
    <w:rsid w:val="00A81CFB"/>
    <w:rsid w:val="00A85D6F"/>
    <w:rsid w:val="00AA134E"/>
    <w:rsid w:val="00AA3417"/>
    <w:rsid w:val="00AB5621"/>
    <w:rsid w:val="00AB78A2"/>
    <w:rsid w:val="00AC4A8D"/>
    <w:rsid w:val="00AC5A4C"/>
    <w:rsid w:val="00AD0048"/>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0303"/>
    <w:rsid w:val="00B422BD"/>
    <w:rsid w:val="00B44488"/>
    <w:rsid w:val="00B505C0"/>
    <w:rsid w:val="00B57759"/>
    <w:rsid w:val="00B62B32"/>
    <w:rsid w:val="00B67333"/>
    <w:rsid w:val="00B67D39"/>
    <w:rsid w:val="00B67FA9"/>
    <w:rsid w:val="00B74FE1"/>
    <w:rsid w:val="00B76CD7"/>
    <w:rsid w:val="00B801D6"/>
    <w:rsid w:val="00B83A96"/>
    <w:rsid w:val="00B83F8A"/>
    <w:rsid w:val="00B86ACF"/>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59BE"/>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80434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formularz ofertowy.docx</dmsv2BaseFileName>
    <dmsv2BaseDisplayName xmlns="http://schemas.microsoft.com/sharepoint/v3">Załącznik nr 3 do SWZ formularz ofertowy</dmsv2BaseDisplayName>
    <dmsv2SWPP2ObjectNumber xmlns="http://schemas.microsoft.com/sharepoint/v3">POST/DYS/OLD/GZ/04238/2025                        </dmsv2SWPP2ObjectNumber>
    <dmsv2SWPP2SumMD5 xmlns="http://schemas.microsoft.com/sharepoint/v3">1f99b0e7334423f55b30e318932b527a</dmsv2SWPP2SumMD5>
    <dmsv2BaseMoved xmlns="http://schemas.microsoft.com/sharepoint/v3">false</dmsv2BaseMoved>
    <dmsv2BaseIsSensitive xmlns="http://schemas.microsoft.com/sharepoint/v3">true</dmsv2BaseIsSensitive>
    <dmsv2SWPP2IDSWPP2 xmlns="http://schemas.microsoft.com/sharepoint/v3">699823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23848511</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DPFVW34YURAE-834641568-6854</_dlc_DocId>
    <_dlc_DocIdUrl xmlns="a19cb1c7-c5c7-46d4-85ae-d83685407bba">
      <Url>https://swpp2.dms.gkpge.pl/sites/40/_layouts/15/DocIdRedir.aspx?ID=DPFVW34YURAE-834641568-6854</Url>
      <Description>DPFVW34YURAE-834641568-6854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4455832-2AA8-41E5-9E0D-2879E0A81C33}"/>
</file>

<file path=customXml/itemProps2.xml><?xml version="1.0" encoding="utf-8"?>
<ds:datastoreItem xmlns:ds="http://schemas.openxmlformats.org/officeDocument/2006/customXml" ds:itemID="{51824F7E-F55C-4C92-8BE6-A2094437357D}">
  <ds:schemaRefs>
    <ds:schemaRef ds:uri="http://schemas.openxmlformats.org/officeDocument/2006/bibliography"/>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6BA07FC7-DAF7-47C1-9A81-36CBBEC1BA70}"/>
</file>

<file path=docProps/app.xml><?xml version="1.0" encoding="utf-8"?>
<Properties xmlns="http://schemas.openxmlformats.org/officeDocument/2006/extended-properties" xmlns:vt="http://schemas.openxmlformats.org/officeDocument/2006/docPropsVTypes">
  <Template>PGE word swz test</Template>
  <TotalTime>87</TotalTime>
  <Pages>3</Pages>
  <Words>1169</Words>
  <Characters>7015</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Bagińska Marzena [PGE Dystr. O.Łódź]</cp:lastModifiedBy>
  <cp:revision>25</cp:revision>
  <cp:lastPrinted>2024-07-15T11:21:00Z</cp:lastPrinted>
  <dcterms:created xsi:type="dcterms:W3CDTF">2025-01-15T13:15:00Z</dcterms:created>
  <dcterms:modified xsi:type="dcterms:W3CDTF">2025-11-25T07:15:00Z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71414412-58e2-4efe-aa2d-856804760f8f</vt:lpwstr>
  </property>
</Properties>
</file>